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0C0D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411523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08F1B7A2"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</w:t>
            </w:r>
            <w:r w:rsidR="00E91BBD">
              <w:rPr>
                <w:rFonts w:ascii="Corbel" w:hAnsi="Corbel"/>
                <w:bCs/>
                <w:sz w:val="24"/>
                <w:szCs w:val="24"/>
              </w:rPr>
              <w:t>aktyka wykluczenia społecznego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466A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D466AA" w:rsidRPr="00B169DF" w:rsidRDefault="00D466A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471650E6" w:rsidR="00D466AA" w:rsidRPr="00B169DF" w:rsidRDefault="00D46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66A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D466AA" w:rsidRPr="00B169DF" w:rsidRDefault="00D466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7CEC9A15" w:rsidR="00D466AA" w:rsidRPr="00B169DF" w:rsidRDefault="00D46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66A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D466AA" w:rsidRPr="00B169DF" w:rsidRDefault="00D466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7CFF6F24" w:rsidR="00D466AA" w:rsidRPr="00B169DF" w:rsidRDefault="00D466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F780C6C"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40B5CCA3" w:rsidR="0085747A" w:rsidRPr="00B169DF" w:rsidRDefault="00BA1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32DE3E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2025DB3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0F26BF0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3F15344E" w:rsidR="00015B8F" w:rsidRPr="00B169DF" w:rsidRDefault="00BA18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45D1DC6B"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15E064C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2E52B4D"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i zjawiskom, których wynikiem są różne formy </w:t>
            </w:r>
            <w:r w:rsidR="00E91BBD">
              <w:rPr>
                <w:rFonts w:ascii="Corbel" w:eastAsia="Calibri" w:hAnsi="Corbel"/>
                <w:b w:val="0"/>
                <w:szCs w:val="22"/>
                <w:lang w:eastAsia="en-US"/>
              </w:rPr>
              <w:t>wykluczenia społecznego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41329F6A"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 xml:space="preserve">h </w:t>
            </w:r>
            <w:r w:rsidR="00E91BBD">
              <w:rPr>
                <w:rFonts w:ascii="Corbel" w:hAnsi="Corbel"/>
                <w:b w:val="0"/>
                <w:szCs w:val="22"/>
              </w:rPr>
              <w:t>wykluczenia społecznego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4E1A74DB"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</w:t>
            </w:r>
          </w:p>
        </w:tc>
      </w:tr>
      <w:tr w:rsidR="00026564" w:rsidRPr="00B169DF" w14:paraId="6D3BC3D2" w14:textId="77777777" w:rsidTr="00DF1C51">
        <w:tc>
          <w:tcPr>
            <w:tcW w:w="844" w:type="dxa"/>
            <w:vAlign w:val="center"/>
          </w:tcPr>
          <w:p w14:paraId="55C93E97" w14:textId="0FB40140"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2473100F" w14:textId="775AFF0D"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65D" w:rsidRPr="00B169DF" w14:paraId="7B795EE2" w14:textId="77777777" w:rsidTr="0083178D">
        <w:trPr>
          <w:trHeight w:val="621"/>
        </w:trPr>
        <w:tc>
          <w:tcPr>
            <w:tcW w:w="1681" w:type="dxa"/>
          </w:tcPr>
          <w:p w14:paraId="78BFBB81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E892F9C" w14:textId="79CBB849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14:paraId="1FF4554E" w14:textId="2C293353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  <w:r w:rsidRPr="00F86404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</w:p>
        </w:tc>
      </w:tr>
      <w:tr w:rsidR="0058665D" w:rsidRPr="00B169DF" w14:paraId="1A39A493" w14:textId="77777777" w:rsidTr="0083178D">
        <w:tc>
          <w:tcPr>
            <w:tcW w:w="1681" w:type="dxa"/>
          </w:tcPr>
          <w:p w14:paraId="7A3A043A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C1164A" w14:textId="7A4C6CD5"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ryzyka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D3AC858" w14:textId="5621CA00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14:paraId="7080DA0A" w14:textId="0EFE7779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7A0D7C0D" w14:textId="77777777" w:rsidTr="0083178D">
        <w:tc>
          <w:tcPr>
            <w:tcW w:w="1681" w:type="dxa"/>
          </w:tcPr>
          <w:p w14:paraId="191491F7" w14:textId="116F3D82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4530694D" w14:textId="5D25640F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14:paraId="533A0FC2" w14:textId="4866109F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14:paraId="6D448E21" w14:textId="504586FC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49103597" w14:textId="77777777" w:rsidTr="0083178D">
        <w:tc>
          <w:tcPr>
            <w:tcW w:w="1681" w:type="dxa"/>
          </w:tcPr>
          <w:p w14:paraId="2D9985F7" w14:textId="5C48BF5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75B520DB" w14:textId="05984014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 xml:space="preserve">profilaktyki </w:t>
            </w:r>
            <w:proofErr w:type="spellStart"/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wiktymizacji</w:t>
            </w:r>
            <w:proofErr w:type="spellEnd"/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08B30A2B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14:paraId="40BA6061" w14:textId="72BB3A9D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53F903A1" w14:textId="77777777" w:rsidTr="0083178D">
        <w:tc>
          <w:tcPr>
            <w:tcW w:w="1681" w:type="dxa"/>
          </w:tcPr>
          <w:p w14:paraId="7500AF9B" w14:textId="546723A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50545903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14:paraId="43B6B98C" w14:textId="185BA98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14:paraId="0729F24F" w14:textId="77777777" w:rsidTr="0083178D">
        <w:tc>
          <w:tcPr>
            <w:tcW w:w="1681" w:type="dxa"/>
          </w:tcPr>
          <w:p w14:paraId="6D9D6071" w14:textId="6E9D2643"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4989ADE9" w14:textId="0F285256"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14:paraId="41E19BFC" w14:textId="195CE1E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0663" w:rsidRPr="009C54AE" w14:paraId="0123BF6C" w14:textId="77777777" w:rsidTr="00CD0B4F">
        <w:tc>
          <w:tcPr>
            <w:tcW w:w="9520" w:type="dxa"/>
          </w:tcPr>
          <w:p w14:paraId="28EC025F" w14:textId="77777777"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14:paraId="06C21A41" w14:textId="77777777" w:rsidTr="00CD0B4F">
        <w:tc>
          <w:tcPr>
            <w:tcW w:w="9520" w:type="dxa"/>
          </w:tcPr>
          <w:p w14:paraId="53733B98" w14:textId="25E51A3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1BBD" w:rsidRPr="00B169DF" w14:paraId="620CF61B" w14:textId="77777777" w:rsidTr="006E3CE5">
        <w:tc>
          <w:tcPr>
            <w:tcW w:w="9520" w:type="dxa"/>
          </w:tcPr>
          <w:p w14:paraId="1BCD3A6B" w14:textId="77777777" w:rsidR="00E91BB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– wybrane definicje, pojęcia, analizy, statystyki.</w:t>
            </w:r>
          </w:p>
          <w:p w14:paraId="01E42969" w14:textId="77777777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ryzyka osób zagrożonych marginalizacją i wykluczeniem społecznym.</w:t>
            </w:r>
          </w:p>
          <w:p w14:paraId="4FC9AB49" w14:textId="77777777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a problem wykluczenia społecznego.</w:t>
            </w:r>
          </w:p>
          <w:p w14:paraId="53F51777" w14:textId="77777777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wykluczenia społecznego.</w:t>
            </w:r>
          </w:p>
          <w:p w14:paraId="5D382B67" w14:textId="25B70A9C" w:rsidR="00C61A4D" w:rsidRDefault="00C61A4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– wybrane obszary: ryzyko wykluczenia i marginalizacji kobiet w przestrzeni struktur społecznoprawnych; bezrobocie, bezdomność, uzależnienia, izolacja penitencjarna, seniorzy.</w:t>
            </w:r>
          </w:p>
          <w:p w14:paraId="1936B00F" w14:textId="61403955" w:rsidR="00C61A4D" w:rsidRPr="00C61A4D" w:rsidRDefault="00C61A4D" w:rsidP="00C61A4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Marginalizacja i wykluczenie społeczne a poczucie osamotnienia i braku sensu życia.</w:t>
            </w:r>
          </w:p>
        </w:tc>
      </w:tr>
    </w:tbl>
    <w:p w14:paraId="318F1614" w14:textId="77777777"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6701" w14:textId="4C667604"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17F19A93"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66BBBC20"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67D63E6F" w14:textId="77777777" w:rsidTr="00573475">
        <w:tc>
          <w:tcPr>
            <w:tcW w:w="1962" w:type="dxa"/>
          </w:tcPr>
          <w:p w14:paraId="03858E2C" w14:textId="77777777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0BD735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444F830F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308819A" w14:textId="77777777" w:rsidTr="00573475">
        <w:tc>
          <w:tcPr>
            <w:tcW w:w="1962" w:type="dxa"/>
          </w:tcPr>
          <w:p w14:paraId="62B1003F" w14:textId="0F81BE1E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082F7A6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2EDAE77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27730E8A" w14:textId="77777777" w:rsidTr="00573475">
        <w:tc>
          <w:tcPr>
            <w:tcW w:w="1962" w:type="dxa"/>
          </w:tcPr>
          <w:p w14:paraId="62F14B52" w14:textId="50A5AC31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B3735B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623E8424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463F8D27" w14:textId="77777777" w:rsidTr="00573475">
        <w:tc>
          <w:tcPr>
            <w:tcW w:w="1962" w:type="dxa"/>
          </w:tcPr>
          <w:p w14:paraId="2655F32F" w14:textId="6D6EE4AA"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6C8E330A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5A86D243"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14:paraId="501A45A1" w14:textId="77777777" w:rsidTr="00573475">
        <w:tc>
          <w:tcPr>
            <w:tcW w:w="1962" w:type="dxa"/>
          </w:tcPr>
          <w:p w14:paraId="5C904A97" w14:textId="4CF97AEE"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8A57E7" w14:textId="27D01675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45AF29D" w14:textId="3FABC28E"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7C4CD3D5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082632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1F513D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08FCBEC" w:rsidR="0085747A" w:rsidRPr="00B169DF" w:rsidRDefault="00BA18E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780EF3E1" w:rsidR="00C61DC5" w:rsidRPr="00B169DF" w:rsidRDefault="00BA18E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2B8EBB51"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61A4D" w:rsidRPr="00B169DF" w14:paraId="73DB77C7" w14:textId="77777777" w:rsidTr="00456661">
        <w:trPr>
          <w:trHeight w:val="6450"/>
        </w:trPr>
        <w:tc>
          <w:tcPr>
            <w:tcW w:w="7513" w:type="dxa"/>
          </w:tcPr>
          <w:p w14:paraId="36520A3E" w14:textId="1050F677" w:rsidR="00C61A4D" w:rsidRPr="00605A00" w:rsidRDefault="00C61A4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C61A4D" w:rsidRDefault="00C61A4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315F20A" w14:textId="77777777" w:rsidR="00900A68" w:rsidRDefault="00900A68" w:rsidP="00900A68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Szczygieł G. B., </w:t>
            </w:r>
            <w:r w:rsidRPr="00605A00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605A00">
              <w:rPr>
                <w:rFonts w:ascii="Corbel" w:hAnsi="Corbel"/>
              </w:rPr>
              <w:t xml:space="preserve"> Temida2, Białystok 2002.</w:t>
            </w:r>
          </w:p>
          <w:p w14:paraId="6BF34378" w14:textId="77777777" w:rsidR="00900A68" w:rsidRPr="0028408B" w:rsidRDefault="00900A68" w:rsidP="00900A68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proofErr w:type="spellStart"/>
            <w:r w:rsidRPr="0028408B">
              <w:rPr>
                <w:rFonts w:ascii="Corbel" w:hAnsi="Corbel"/>
                <w:iCs/>
              </w:rPr>
              <w:t>Gaberle</w:t>
            </w:r>
            <w:proofErr w:type="spellEnd"/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proofErr w:type="spellStart"/>
            <w:r w:rsidRPr="0028408B">
              <w:rPr>
                <w:rFonts w:ascii="Corbel" w:hAnsi="Corbel"/>
                <w:iCs/>
              </w:rPr>
              <w:t>INFOtrade</w:t>
            </w:r>
            <w:proofErr w:type="spellEnd"/>
            <w:r w:rsidRPr="0028408B">
              <w:rPr>
                <w:rFonts w:ascii="Corbel" w:hAnsi="Corbel"/>
                <w:iCs/>
              </w:rPr>
              <w:t>, Gdańsk 2001.</w:t>
            </w:r>
          </w:p>
          <w:p w14:paraId="6E704AA0" w14:textId="00713E2F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Bauman, Z. 2004. Życie na przemiał, Kraków: Wydawnictwo Literackie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64EBDC07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Bauman, Z.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2006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. Praca, konsumpcjonizm i nowi ubodzy, tłum S. </w:t>
            </w:r>
            <w:proofErr w:type="spellStart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Obirek</w:t>
            </w:r>
            <w:proofErr w:type="spellEnd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, Kraków: Wydawnictwo WAM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4764D4C8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Frąckiewicz L., red.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).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 Przeciw wykluczeniu społecznemu osób niepełnosprawnych, </w:t>
            </w:r>
            <w:proofErr w:type="spellStart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IPiSS</w:t>
            </w:r>
            <w:proofErr w:type="spellEnd"/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, Warszawa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0243C724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Jarosz, M. red.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Wykluczeni. Wymiar społeczny, materialny i etniczny, Warszawa: ISP PAN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7D3B5251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Nóżka, N.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Styl życia bezdomnego człowieka, w: M Dębski, K. Stachura, Oblicza bezdomności, Gdańsk, UG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67D1EE01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Pamiętniki.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2003- 2008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Pamiętniki bezrobotnych, vol. 1-8, Warszawa: Oficyna Wydawnicza SGH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7BA48197" w14:textId="77777777" w:rsidR="00900A68" w:rsidRPr="00C61A4D" w:rsidRDefault="00900A68" w:rsidP="00900A6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sz w:val="22"/>
                <w:szCs w:val="22"/>
                <w:lang w:eastAsia="en-US"/>
              </w:rPr>
            </w:pP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 xml:space="preserve">Rakowski, T. 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(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2009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)</w:t>
            </w:r>
            <w:r w:rsidRPr="00C61A4D">
              <w:rPr>
                <w:rFonts w:ascii="Corbel" w:eastAsia="Calibri" w:hAnsi="Corbel"/>
                <w:sz w:val="22"/>
                <w:szCs w:val="22"/>
                <w:lang w:eastAsia="en-US"/>
              </w:rPr>
              <w:t>. Łowcy, zbieracze, praktycy niemocy. Etnografia człowieka zdegradowanego, Gdańsk, słowo/ obraz terytoria</w:t>
            </w:r>
            <w:r>
              <w:rPr>
                <w:rFonts w:ascii="Corbel" w:eastAsia="Calibri" w:hAnsi="Corbel"/>
                <w:sz w:val="22"/>
                <w:szCs w:val="22"/>
                <w:lang w:eastAsia="en-US"/>
              </w:rPr>
              <w:t>.</w:t>
            </w:r>
          </w:p>
          <w:p w14:paraId="62586304" w14:textId="14A1ED5D" w:rsidR="00C61A4D" w:rsidRPr="00900A68" w:rsidRDefault="00900A68" w:rsidP="00900A68">
            <w:pPr>
              <w:spacing w:after="0" w:line="240" w:lineRule="auto"/>
              <w:rPr>
                <w:rFonts w:ascii="Corbel" w:hAnsi="Corbel"/>
              </w:rPr>
            </w:pPr>
            <w:r w:rsidRPr="00C61A4D">
              <w:rPr>
                <w:rFonts w:ascii="Corbel" w:hAnsi="Corbel"/>
              </w:rPr>
              <w:t xml:space="preserve">Tarkowska, E. </w:t>
            </w:r>
            <w:r>
              <w:rPr>
                <w:rFonts w:ascii="Corbel" w:hAnsi="Corbel"/>
              </w:rPr>
              <w:t>(</w:t>
            </w:r>
            <w:r w:rsidRPr="00C61A4D">
              <w:rPr>
                <w:rFonts w:ascii="Corbel" w:hAnsi="Corbel"/>
              </w:rPr>
              <w:t>2012</w:t>
            </w:r>
            <w:r>
              <w:rPr>
                <w:rFonts w:ascii="Corbel" w:hAnsi="Corbel"/>
              </w:rPr>
              <w:t>)</w:t>
            </w:r>
            <w:r w:rsidRPr="00C61A4D">
              <w:rPr>
                <w:rFonts w:ascii="Corbel" w:hAnsi="Corbel"/>
              </w:rPr>
              <w:t xml:space="preserve">. Ubóstwo i wykluczenie społeczne: sytuacja i kultura, </w:t>
            </w:r>
            <w:r w:rsidR="00456661">
              <w:rPr>
                <w:rFonts w:ascii="Corbel" w:hAnsi="Corbel"/>
              </w:rPr>
              <w:t>[</w:t>
            </w:r>
            <w:r w:rsidRPr="00C61A4D">
              <w:rPr>
                <w:rFonts w:ascii="Corbel" w:hAnsi="Corbel"/>
              </w:rPr>
              <w:t>w:</w:t>
            </w:r>
            <w:r w:rsidR="00456661">
              <w:rPr>
                <w:rFonts w:ascii="Corbel" w:hAnsi="Corbel"/>
              </w:rPr>
              <w:t>]</w:t>
            </w:r>
            <w:r w:rsidRPr="00C61A4D">
              <w:rPr>
                <w:rFonts w:ascii="Corbel" w:hAnsi="Corbel"/>
              </w:rPr>
              <w:t xml:space="preserve"> Polska początku XXI wieku: przemiany kulturowe i cywilizacyjne, pod redakcją Krzysztofa Frysztackiego i Piotra Sztompki, Warszawa: Polska Akademia Nauk, Komitet Socjologii.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3EF0145C" w14:textId="77777777"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6B3C6A7C" w14:textId="1DB4DF88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2FAB16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16BD2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E21C9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50C08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B0411" w14:textId="77777777" w:rsidR="00900A68" w:rsidRDefault="00900A6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00A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6BFDE" w14:textId="77777777" w:rsidR="00FA1FA7" w:rsidRDefault="00FA1FA7" w:rsidP="00C16ABF">
      <w:pPr>
        <w:spacing w:after="0" w:line="240" w:lineRule="auto"/>
      </w:pPr>
      <w:r>
        <w:separator/>
      </w:r>
    </w:p>
  </w:endnote>
  <w:endnote w:type="continuationSeparator" w:id="0">
    <w:p w14:paraId="4CA2013F" w14:textId="77777777" w:rsidR="00FA1FA7" w:rsidRDefault="00FA1F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B35A8" w14:textId="77777777" w:rsidR="00FA1FA7" w:rsidRDefault="00FA1FA7" w:rsidP="00C16ABF">
      <w:pPr>
        <w:spacing w:after="0" w:line="240" w:lineRule="auto"/>
      </w:pPr>
      <w:r>
        <w:separator/>
      </w:r>
    </w:p>
  </w:footnote>
  <w:footnote w:type="continuationSeparator" w:id="0">
    <w:p w14:paraId="48E0E9E3" w14:textId="77777777" w:rsidR="00FA1FA7" w:rsidRDefault="00FA1FA7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6661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3CE6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00A68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18E2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A4D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23C2"/>
    <w:rsid w:val="00D3397B"/>
    <w:rsid w:val="00D352C9"/>
    <w:rsid w:val="00D35425"/>
    <w:rsid w:val="00D425B2"/>
    <w:rsid w:val="00D428D6"/>
    <w:rsid w:val="00D466AA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1BBD"/>
    <w:rsid w:val="00E960BB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74DA"/>
    <w:rsid w:val="00FA1FA7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91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91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34691-08A6-47DB-AB75-53AFFC01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329</TotalTime>
  <Pages>5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182</cp:revision>
  <cp:lastPrinted>2019-02-06T12:12:00Z</cp:lastPrinted>
  <dcterms:created xsi:type="dcterms:W3CDTF">2023-06-10T14:37:00Z</dcterms:created>
  <dcterms:modified xsi:type="dcterms:W3CDTF">2023-06-11T22:09:00Z</dcterms:modified>
</cp:coreProperties>
</file>